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6BC30" w14:textId="77777777" w:rsidR="0007253B" w:rsidRDefault="0007253B" w:rsidP="00D929EC">
      <w:pPr>
        <w:tabs>
          <w:tab w:val="left" w:pos="6804"/>
          <w:tab w:val="left" w:pos="6946"/>
        </w:tabs>
        <w:rPr>
          <w:rFonts w:ascii="Arial" w:hAnsi="Arial" w:cs="Arial"/>
          <w:b/>
          <w:i/>
          <w:color w:val="000000"/>
        </w:rPr>
      </w:pPr>
    </w:p>
    <w:bookmarkStart w:id="0" w:name="_MON_1765872569"/>
    <w:bookmarkEnd w:id="0"/>
    <w:p w14:paraId="0D065A1D" w14:textId="0CCC8EE1" w:rsidR="00C37CD2" w:rsidRPr="003854F0" w:rsidRDefault="005E71E4" w:rsidP="003854F0">
      <w:pPr>
        <w:rPr>
          <w:rFonts w:ascii="Arial" w:hAnsi="Arial" w:cs="Arial"/>
          <w:b/>
          <w:i/>
        </w:rPr>
      </w:pPr>
      <w:r w:rsidRPr="00EB09A7">
        <w:rPr>
          <w:rFonts w:ascii="Arial" w:eastAsiaTheme="minorHAnsi" w:hAnsi="Arial" w:cs="Arial"/>
          <w:b/>
          <w:i/>
          <w:color w:val="0070C0"/>
          <w:sz w:val="22"/>
          <w:szCs w:val="22"/>
          <w:lang w:eastAsia="en-US"/>
        </w:rPr>
        <w:object w:dxaOrig="9070" w:dyaOrig="13534" w14:anchorId="30937A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53.6pt;height:676.8pt" o:ole="">
            <v:imagedata r:id="rId9" o:title=""/>
          </v:shape>
          <o:OLEObject Type="Embed" ProgID="Word.Document.12" ShapeID="_x0000_i1030" DrawAspect="Content" ObjectID="_1824273021" r:id="rId10">
            <o:FieldCodes>\s</o:FieldCodes>
          </o:OLEObject>
        </w:object>
      </w:r>
    </w:p>
    <w:p w14:paraId="7B27C5DC" w14:textId="77777777" w:rsidR="00AD6149" w:rsidRDefault="00AD6149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432F7E8E" w14:textId="79C276E3" w:rsidR="00B02EBD" w:rsidRDefault="00B02EBD" w:rsidP="00B02EBD">
      <w:pPr>
        <w:pStyle w:val="Akapitzlist"/>
        <w:numPr>
          <w:ilvl w:val="0"/>
          <w:numId w:val="15"/>
        </w:num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Zaznacz</w:t>
      </w:r>
      <w:r w:rsidR="004A5E31">
        <w:rPr>
          <w:rFonts w:ascii="Arial" w:hAnsi="Arial" w:cs="Arial"/>
          <w:i/>
          <w:sz w:val="18"/>
          <w:szCs w:val="18"/>
        </w:rPr>
        <w:t>yć</w:t>
      </w:r>
      <w:r>
        <w:rPr>
          <w:rFonts w:ascii="Arial" w:hAnsi="Arial" w:cs="Arial"/>
          <w:i/>
          <w:sz w:val="18"/>
          <w:szCs w:val="18"/>
        </w:rPr>
        <w:t xml:space="preserve"> właściwe</w:t>
      </w:r>
    </w:p>
    <w:p w14:paraId="47BBB46C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381F4EA" w14:textId="5BAA5BE5" w:rsidR="00106AC7" w:rsidRPr="009A4A2C" w:rsidRDefault="00106AC7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</w:p>
    <w:sectPr w:rsidR="00106AC7" w:rsidRPr="009A4A2C" w:rsidSect="000719DC">
      <w:footerReference w:type="even" r:id="rId11"/>
      <w:footerReference w:type="default" r:id="rId12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9075E" w14:textId="77777777" w:rsidR="00F22496" w:rsidRDefault="00F22496">
      <w:r>
        <w:separator/>
      </w:r>
    </w:p>
  </w:endnote>
  <w:endnote w:type="continuationSeparator" w:id="0">
    <w:p w14:paraId="210D5E82" w14:textId="77777777" w:rsidR="00F22496" w:rsidRDefault="00F22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1F93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F3D0E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520D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2985321" w14:textId="26F5CE44" w:rsidR="009A4CD3" w:rsidRDefault="009A4CD3" w:rsidP="00B4607E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B7EF9" w14:textId="77777777" w:rsidR="00F22496" w:rsidRDefault="00F22496">
      <w:r>
        <w:separator/>
      </w:r>
    </w:p>
  </w:footnote>
  <w:footnote w:type="continuationSeparator" w:id="0">
    <w:p w14:paraId="52D2BD56" w14:textId="77777777" w:rsidR="00F22496" w:rsidRDefault="00F22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0277773">
    <w:abstractNumId w:val="14"/>
  </w:num>
  <w:num w:numId="2" w16cid:durableId="1688676725">
    <w:abstractNumId w:val="0"/>
  </w:num>
  <w:num w:numId="3" w16cid:durableId="948507349">
    <w:abstractNumId w:val="12"/>
  </w:num>
  <w:num w:numId="4" w16cid:durableId="290748902">
    <w:abstractNumId w:val="9"/>
  </w:num>
  <w:num w:numId="5" w16cid:durableId="1751344262">
    <w:abstractNumId w:val="8"/>
  </w:num>
  <w:num w:numId="6" w16cid:durableId="1561598247">
    <w:abstractNumId w:val="1"/>
  </w:num>
  <w:num w:numId="7" w16cid:durableId="784035183">
    <w:abstractNumId w:val="7"/>
  </w:num>
  <w:num w:numId="8" w16cid:durableId="1455058248">
    <w:abstractNumId w:val="3"/>
  </w:num>
  <w:num w:numId="9" w16cid:durableId="15228875">
    <w:abstractNumId w:val="2"/>
  </w:num>
  <w:num w:numId="10" w16cid:durableId="101267263">
    <w:abstractNumId w:val="5"/>
  </w:num>
  <w:num w:numId="11" w16cid:durableId="416024304">
    <w:abstractNumId w:val="11"/>
  </w:num>
  <w:num w:numId="12" w16cid:durableId="935209774">
    <w:abstractNumId w:val="4"/>
  </w:num>
  <w:num w:numId="13" w16cid:durableId="996347120">
    <w:abstractNumId w:val="10"/>
  </w:num>
  <w:num w:numId="14" w16cid:durableId="1824195565">
    <w:abstractNumId w:val="13"/>
  </w:num>
  <w:num w:numId="15" w16cid:durableId="14262717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ACA"/>
    <w:rsid w:val="0000184A"/>
    <w:rsid w:val="00012997"/>
    <w:rsid w:val="00017F65"/>
    <w:rsid w:val="00022EF7"/>
    <w:rsid w:val="000621A2"/>
    <w:rsid w:val="000719DC"/>
    <w:rsid w:val="0007253B"/>
    <w:rsid w:val="00072DA3"/>
    <w:rsid w:val="00075CEC"/>
    <w:rsid w:val="000C6298"/>
    <w:rsid w:val="000E0467"/>
    <w:rsid w:val="00106AC7"/>
    <w:rsid w:val="00111985"/>
    <w:rsid w:val="00127E0B"/>
    <w:rsid w:val="00137C28"/>
    <w:rsid w:val="00147532"/>
    <w:rsid w:val="0015311F"/>
    <w:rsid w:val="001614BA"/>
    <w:rsid w:val="001E4CF5"/>
    <w:rsid w:val="001F2358"/>
    <w:rsid w:val="00204613"/>
    <w:rsid w:val="00216A9F"/>
    <w:rsid w:val="002B1E07"/>
    <w:rsid w:val="002C2DE7"/>
    <w:rsid w:val="002C43A8"/>
    <w:rsid w:val="002D160C"/>
    <w:rsid w:val="002D1AE8"/>
    <w:rsid w:val="002D3BDF"/>
    <w:rsid w:val="0030115B"/>
    <w:rsid w:val="003024A8"/>
    <w:rsid w:val="00307E5F"/>
    <w:rsid w:val="003118DB"/>
    <w:rsid w:val="00312A4F"/>
    <w:rsid w:val="003210E8"/>
    <w:rsid w:val="00323BAA"/>
    <w:rsid w:val="00336EEB"/>
    <w:rsid w:val="00360BC3"/>
    <w:rsid w:val="003854F0"/>
    <w:rsid w:val="003E5D20"/>
    <w:rsid w:val="003F6927"/>
    <w:rsid w:val="00411216"/>
    <w:rsid w:val="00415097"/>
    <w:rsid w:val="00422381"/>
    <w:rsid w:val="0043102D"/>
    <w:rsid w:val="00431B70"/>
    <w:rsid w:val="00460820"/>
    <w:rsid w:val="004704CB"/>
    <w:rsid w:val="004953B7"/>
    <w:rsid w:val="004A5E31"/>
    <w:rsid w:val="004C55DE"/>
    <w:rsid w:val="004D5C77"/>
    <w:rsid w:val="00533E9F"/>
    <w:rsid w:val="0056132E"/>
    <w:rsid w:val="005745AB"/>
    <w:rsid w:val="00580EC0"/>
    <w:rsid w:val="00583ED5"/>
    <w:rsid w:val="005A5013"/>
    <w:rsid w:val="005C0282"/>
    <w:rsid w:val="005C33AF"/>
    <w:rsid w:val="005C3627"/>
    <w:rsid w:val="005D3B09"/>
    <w:rsid w:val="005E246B"/>
    <w:rsid w:val="005E622E"/>
    <w:rsid w:val="005E71E4"/>
    <w:rsid w:val="00641063"/>
    <w:rsid w:val="00664D2F"/>
    <w:rsid w:val="00681874"/>
    <w:rsid w:val="00686C95"/>
    <w:rsid w:val="00692043"/>
    <w:rsid w:val="00697D36"/>
    <w:rsid w:val="006B51E7"/>
    <w:rsid w:val="006D68D8"/>
    <w:rsid w:val="006D6ACA"/>
    <w:rsid w:val="006E0FAA"/>
    <w:rsid w:val="006F295D"/>
    <w:rsid w:val="0070113A"/>
    <w:rsid w:val="00736B31"/>
    <w:rsid w:val="00747C6F"/>
    <w:rsid w:val="00753DC1"/>
    <w:rsid w:val="00770A37"/>
    <w:rsid w:val="00773379"/>
    <w:rsid w:val="00775E2B"/>
    <w:rsid w:val="007823E9"/>
    <w:rsid w:val="007951AD"/>
    <w:rsid w:val="007A3A9F"/>
    <w:rsid w:val="007C32FE"/>
    <w:rsid w:val="007D2D52"/>
    <w:rsid w:val="007D36CE"/>
    <w:rsid w:val="007F4056"/>
    <w:rsid w:val="0080327D"/>
    <w:rsid w:val="008032C1"/>
    <w:rsid w:val="00843632"/>
    <w:rsid w:val="008460DE"/>
    <w:rsid w:val="00882E9F"/>
    <w:rsid w:val="008843C0"/>
    <w:rsid w:val="008A0D67"/>
    <w:rsid w:val="008B0F98"/>
    <w:rsid w:val="008B3C7B"/>
    <w:rsid w:val="008C2CBF"/>
    <w:rsid w:val="008C6074"/>
    <w:rsid w:val="008C7F5B"/>
    <w:rsid w:val="008D4CAF"/>
    <w:rsid w:val="008E370F"/>
    <w:rsid w:val="009438EC"/>
    <w:rsid w:val="00952336"/>
    <w:rsid w:val="00956D82"/>
    <w:rsid w:val="009A21D7"/>
    <w:rsid w:val="009A4A2C"/>
    <w:rsid w:val="009A4CD3"/>
    <w:rsid w:val="009C27FD"/>
    <w:rsid w:val="009D081F"/>
    <w:rsid w:val="009F04D6"/>
    <w:rsid w:val="00A24942"/>
    <w:rsid w:val="00A311C9"/>
    <w:rsid w:val="00A46EFE"/>
    <w:rsid w:val="00A677D7"/>
    <w:rsid w:val="00A807A7"/>
    <w:rsid w:val="00AB6C06"/>
    <w:rsid w:val="00AB7377"/>
    <w:rsid w:val="00AC54F9"/>
    <w:rsid w:val="00AD329C"/>
    <w:rsid w:val="00AD6149"/>
    <w:rsid w:val="00AE2D8E"/>
    <w:rsid w:val="00B02EBD"/>
    <w:rsid w:val="00B04D14"/>
    <w:rsid w:val="00B26102"/>
    <w:rsid w:val="00B45ED4"/>
    <w:rsid w:val="00B4607E"/>
    <w:rsid w:val="00B54FB4"/>
    <w:rsid w:val="00B70C13"/>
    <w:rsid w:val="00B75E73"/>
    <w:rsid w:val="00B81F0D"/>
    <w:rsid w:val="00BE6092"/>
    <w:rsid w:val="00C33407"/>
    <w:rsid w:val="00C37CD2"/>
    <w:rsid w:val="00C527C7"/>
    <w:rsid w:val="00C606B9"/>
    <w:rsid w:val="00C66149"/>
    <w:rsid w:val="00C703DD"/>
    <w:rsid w:val="00C8397B"/>
    <w:rsid w:val="00CB6204"/>
    <w:rsid w:val="00CC527A"/>
    <w:rsid w:val="00D74F94"/>
    <w:rsid w:val="00D845E7"/>
    <w:rsid w:val="00D929EC"/>
    <w:rsid w:val="00DB69C9"/>
    <w:rsid w:val="00DB6C4A"/>
    <w:rsid w:val="00DD482A"/>
    <w:rsid w:val="00DD77D2"/>
    <w:rsid w:val="00DE0396"/>
    <w:rsid w:val="00DE0405"/>
    <w:rsid w:val="00DE252B"/>
    <w:rsid w:val="00E37A20"/>
    <w:rsid w:val="00E66F7E"/>
    <w:rsid w:val="00E77E73"/>
    <w:rsid w:val="00EA2251"/>
    <w:rsid w:val="00EA3FC5"/>
    <w:rsid w:val="00EB09A7"/>
    <w:rsid w:val="00EB5766"/>
    <w:rsid w:val="00EC667E"/>
    <w:rsid w:val="00ED6951"/>
    <w:rsid w:val="00F0428F"/>
    <w:rsid w:val="00F0607E"/>
    <w:rsid w:val="00F07792"/>
    <w:rsid w:val="00F22496"/>
    <w:rsid w:val="00F2661E"/>
    <w:rsid w:val="00F428AB"/>
    <w:rsid w:val="00F46593"/>
    <w:rsid w:val="00F568D6"/>
    <w:rsid w:val="00F70072"/>
    <w:rsid w:val="00F72133"/>
    <w:rsid w:val="00FD4C1A"/>
    <w:rsid w:val="00FE454C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A69358"/>
  <w15:chartTrackingRefBased/>
  <w15:docId w15:val="{A0211E39-C134-42AF-AB6D-C7A31681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8436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43632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07253B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34"/>
    <w:qFormat/>
    <w:rsid w:val="00B02EBD"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34"/>
    <w:qFormat/>
    <w:locked/>
    <w:rsid w:val="00B02EBD"/>
    <w:rPr>
      <w:sz w:val="24"/>
      <w:szCs w:val="24"/>
    </w:rPr>
  </w:style>
  <w:style w:type="paragraph" w:styleId="Lista">
    <w:name w:val="List"/>
    <w:basedOn w:val="Normalny"/>
    <w:unhideWhenUsed/>
    <w:rsid w:val="004A5E31"/>
    <w:pPr>
      <w:ind w:left="283" w:hanging="283"/>
    </w:pPr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Word_Document.docx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15CE6F2-D5FB-4272-ACF0-7813DFFDEA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22FD01-EBC2-4365-9D9A-22620F48607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28</TotalTime>
  <Pages>1</Pages>
  <Words>7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Majewska Agnieszka</cp:lastModifiedBy>
  <cp:revision>18</cp:revision>
  <cp:lastPrinted>2022-12-13T08:38:00Z</cp:lastPrinted>
  <dcterms:created xsi:type="dcterms:W3CDTF">2022-11-25T09:15:00Z</dcterms:created>
  <dcterms:modified xsi:type="dcterms:W3CDTF">2025-11-10T08:44:00Z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f2ebe1a2-a25d-4125-b9d2-f0c9c5bf47f2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YMGwvtVHdex4Y+4axDKBXUlj0Hql4nBm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